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EF291" w14:textId="7AD8EE0C" w:rsidR="002A0BDA" w:rsidRDefault="002A0BDA" w:rsidP="00EF22F2">
      <w:pPr>
        <w:pStyle w:val="Heading1"/>
      </w:pPr>
      <w:bookmarkStart w:id="0" w:name="_Toc208232774"/>
      <w:r>
        <w:t xml:space="preserve">OUTIL 2 :</w:t>
      </w:r>
      <w:r>
        <w:t xml:space="preserve"> </w:t>
      </w:r>
      <w:r>
        <w:t xml:space="preserve">LISTE DE CONTRÔLE DE L'EXAMEN DE L'AUDIT - AUDIT DE PERFORMANCE</w:t>
      </w:r>
      <w:bookmarkEnd w:id="0"/>
    </w:p>
    <w:tbl>
      <w:tblPr>
        <w:tblStyle w:val="TableGrid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CellMar>
          <w:top w:w="43" w:type="dxa"/>
          <w:bottom w:w="43" w:type="dxa"/>
        </w:tblCellMar>
        <w:tblLook w:val="04A0" w:firstRow="1" w:lastRow="0" w:firstColumn="1" w:lastColumn="0" w:noHBand="0" w:noVBand="1"/>
      </w:tblPr>
      <w:tblGrid>
        <w:gridCol w:w="9736"/>
      </w:tblGrid>
      <w:tr w:rsidR="002A0BDA" w:rsidRPr="002A0BDA" w14:paraId="1E52EFEA" w14:textId="77777777" w:rsidTr="00EF22F2">
        <w:tc>
          <w:tcPr>
            <w:tcW w:w="10310" w:type="dxa"/>
            <w:shd w:val="clear" w:color="auto" w:fill="00548E" w:themeFill="accent1"/>
          </w:tcPr>
          <w:p w14:paraId="57882DD4" w14:textId="77777777" w:rsidR="002A0BDA" w:rsidRPr="002A0BDA" w:rsidRDefault="002A0BDA" w:rsidP="002A0BDA">
            <w:pPr>
              <w:rPr>
                <w:b/>
                <w:bCs/>
                <w:color w:val="FFFFFF"/>
                <w:sz w:val="20"/>
                <w:szCs w:val="20"/>
                <w:rFonts w:ascii="Aptos" w:eastAsia="Yu Mincho" w:hAnsi="Aptos" w:cs="Tahoma"/>
              </w:rPr>
            </w:pPr>
            <w:r>
              <w:rPr>
                <w:b/>
                <w:color w:val="FFFFFF"/>
                <w:sz w:val="20"/>
                <w:rFonts w:ascii="Aptos" w:hAnsi="Aptos"/>
              </w:rPr>
              <w:t xml:space="preserve">Considérations générales pour la gestion et l'obtention d'audits de qualité</w:t>
            </w:r>
          </w:p>
        </w:tc>
      </w:tr>
      <w:tr w:rsidR="002A0BDA" w:rsidRPr="002A0BDA" w14:paraId="7032FE69" w14:textId="77777777" w:rsidTr="00086D65">
        <w:tc>
          <w:tcPr>
            <w:tcW w:w="10310" w:type="dxa"/>
          </w:tcPr>
          <w:p w14:paraId="6ECAABF0" w14:textId="77777777" w:rsidR="002A0BDA" w:rsidRPr="002A0BDA" w:rsidRDefault="002A0BDA" w:rsidP="002A0BDA">
            <w:pPr>
              <w:numPr>
                <w:ilvl w:val="0"/>
                <w:numId w:val="37"/>
              </w:numPr>
              <w:contextualSpacing/>
              <w:rPr>
                <w:color w:val="0D0D0D"/>
                <w:sz w:val="20"/>
                <w:szCs w:val="20"/>
                <w:rFonts w:ascii="Aptos" w:eastAsia="Yu Mincho" w:hAnsi="Aptos" w:cs="Tahoma"/>
              </w:rPr>
            </w:pPr>
            <w:r>
              <w:rPr>
                <w:color w:val="0D0D0D"/>
                <w:sz w:val="20"/>
                <w:rFonts w:ascii="Aptos" w:hAnsi="Aptos"/>
              </w:rPr>
              <w:t xml:space="preserve">L'ISC a-t-elle dûment autorisé et attribué les responsabilités de direction à la personne compétente qui supervisera l'audit au nom de l'ISC ?</w:t>
            </w:r>
          </w:p>
        </w:tc>
      </w:tr>
      <w:tr w:rsidR="002A0BDA" w:rsidRPr="002A0BDA" w14:paraId="76137852" w14:textId="77777777" w:rsidTr="00086D65">
        <w:tc>
          <w:tcPr>
            <w:tcW w:w="10310" w:type="dxa"/>
          </w:tcPr>
          <w:p w14:paraId="6F56F575" w14:textId="77777777" w:rsidR="002A0BDA" w:rsidRPr="002A0BDA" w:rsidRDefault="002A0BDA" w:rsidP="002A0BDA">
            <w:pPr>
              <w:numPr>
                <w:ilvl w:val="0"/>
                <w:numId w:val="37"/>
              </w:numPr>
              <w:contextualSpacing/>
              <w:rPr>
                <w:color w:val="0D0D0D"/>
                <w:sz w:val="20"/>
                <w:szCs w:val="20"/>
                <w:rFonts w:ascii="Aptos" w:eastAsia="Yu Mincho" w:hAnsi="Aptos" w:cs="Tahoma"/>
              </w:rPr>
            </w:pPr>
            <w:r>
              <w:rPr>
                <w:color w:val="0D0D0D"/>
                <w:sz w:val="20"/>
                <w:rFonts w:ascii="Aptos" w:hAnsi="Aptos"/>
              </w:rPr>
              <w:t xml:space="preserve">Le superviseur de l'audit a-t-il été suffisamment et de manière appropriée impliqué tout au long de l'audit ?</w:t>
            </w:r>
          </w:p>
        </w:tc>
      </w:tr>
      <w:tr w:rsidR="002A0BDA" w:rsidRPr="002A0BDA" w14:paraId="4F14364C" w14:textId="77777777" w:rsidTr="00086D65">
        <w:tc>
          <w:tcPr>
            <w:tcW w:w="10310" w:type="dxa"/>
          </w:tcPr>
          <w:p w14:paraId="63FBD481" w14:textId="77777777" w:rsidR="002A0BDA" w:rsidRPr="002A0BDA" w:rsidRDefault="002A0BDA" w:rsidP="002A0BDA">
            <w:pPr>
              <w:numPr>
                <w:ilvl w:val="0"/>
                <w:numId w:val="37"/>
              </w:numPr>
              <w:contextualSpacing/>
              <w:rPr>
                <w:color w:val="0D0D0D"/>
                <w:sz w:val="20"/>
                <w:szCs w:val="20"/>
                <w:rFonts w:ascii="Aptos" w:eastAsia="Yu Mincho" w:hAnsi="Aptos" w:cs="Tahoma"/>
              </w:rPr>
            </w:pPr>
            <w:r>
              <w:rPr>
                <w:color w:val="0D0D0D"/>
                <w:sz w:val="20"/>
                <w:rFonts w:ascii="Aptos" w:hAnsi="Aptos"/>
              </w:rPr>
              <w:t xml:space="preserve">Y a-t-il eu des discussions adéquates entre l'équipe d'audit et le superviseur tout au long de l'audit ?</w:t>
            </w:r>
          </w:p>
        </w:tc>
      </w:tr>
      <w:tr w:rsidR="002A0BDA" w:rsidRPr="002A0BDA" w14:paraId="5B9F1AF4" w14:textId="77777777" w:rsidTr="00086D65">
        <w:tc>
          <w:tcPr>
            <w:tcW w:w="10310" w:type="dxa"/>
          </w:tcPr>
          <w:p w14:paraId="5573EEDB" w14:textId="77777777" w:rsidR="002A0BDA" w:rsidRPr="002A0BDA" w:rsidRDefault="002A0BDA" w:rsidP="002A0BDA">
            <w:pPr>
              <w:numPr>
                <w:ilvl w:val="0"/>
                <w:numId w:val="37"/>
              </w:numPr>
              <w:contextualSpacing/>
              <w:rPr>
                <w:color w:val="0D0D0D"/>
                <w:sz w:val="20"/>
                <w:szCs w:val="20"/>
                <w:rFonts w:ascii="Aptos" w:eastAsia="Yu Mincho" w:hAnsi="Aptos" w:cs="Tahoma"/>
              </w:rPr>
            </w:pPr>
            <w:r>
              <w:rPr>
                <w:color w:val="0D0D0D"/>
                <w:sz w:val="20"/>
                <w:rFonts w:ascii="Aptos" w:hAnsi="Aptos"/>
              </w:rPr>
              <w:t xml:space="preserve">Le cas échéant, le superviseur de l'audit a-t-il déterminé si une consultation était nécessaire ?</w:t>
            </w:r>
            <w:r>
              <w:rPr>
                <w:color w:val="0D0D0D"/>
                <w:sz w:val="20"/>
                <w:rFonts w:ascii="Aptos" w:hAnsi="Aptos"/>
              </w:rPr>
              <w:t xml:space="preserve"> </w:t>
            </w:r>
            <w:r>
              <w:rPr>
                <w:color w:val="0D0D0D"/>
                <w:sz w:val="20"/>
                <w:rFonts w:ascii="Aptos" w:hAnsi="Aptos"/>
              </w:rPr>
              <w:t xml:space="preserve">Dans l'affirmative, le superviseur a-t-il déterminé si la nature, la portée et la conclusion ont été convenues avec la partie consultée et si les conclusions convenues ont été mises en œuvre ?</w:t>
            </w:r>
          </w:p>
        </w:tc>
      </w:tr>
      <w:tr w:rsidR="002A0BDA" w:rsidRPr="002A0BDA" w14:paraId="1EE0815D" w14:textId="77777777" w:rsidTr="00EF22F2">
        <w:tc>
          <w:tcPr>
            <w:tcW w:w="10310" w:type="dxa"/>
            <w:shd w:val="clear" w:color="auto" w:fill="00548E" w:themeFill="accent1"/>
          </w:tcPr>
          <w:p w14:paraId="01D9E2DA" w14:textId="77777777" w:rsidR="002A0BDA" w:rsidRPr="002A0BDA" w:rsidRDefault="002A0BDA" w:rsidP="002A0BDA">
            <w:pPr>
              <w:rPr>
                <w:b/>
                <w:bCs/>
                <w:sz w:val="20"/>
                <w:szCs w:val="20"/>
                <w:rFonts w:ascii="Aptos" w:eastAsia="Yu Mincho" w:hAnsi="Aptos" w:cs="Tahoma"/>
              </w:rPr>
            </w:pPr>
            <w:r>
              <w:rPr>
                <w:b/>
                <w:color w:val="FFFFFF"/>
                <w:sz w:val="20"/>
                <w:rFonts w:ascii="Aptos" w:hAnsi="Aptos"/>
              </w:rPr>
              <w:t xml:space="preserve">Planification – conception de l'audit</w:t>
            </w:r>
          </w:p>
        </w:tc>
      </w:tr>
      <w:tr w:rsidR="002A0BDA" w:rsidRPr="002A0BDA" w14:paraId="29665A3E" w14:textId="77777777" w:rsidTr="00086D65">
        <w:tc>
          <w:tcPr>
            <w:tcW w:w="10310" w:type="dxa"/>
          </w:tcPr>
          <w:p w14:paraId="25CFA129" w14:textId="77777777" w:rsidR="002A0BDA" w:rsidRPr="002A0BDA" w:rsidRDefault="002A0BDA" w:rsidP="002A0BDA">
            <w:pPr>
              <w:numPr>
                <w:ilvl w:val="0"/>
                <w:numId w:val="34"/>
              </w:numPr>
              <w:rPr>
                <w:color w:val="0D0D0D"/>
                <w:sz w:val="20"/>
                <w:szCs w:val="20"/>
                <w:rFonts w:ascii="Aptos" w:eastAsia="Yu Mincho" w:hAnsi="Aptos" w:cs="Tahoma"/>
              </w:rPr>
            </w:pPr>
            <w:r>
              <w:rPr>
                <w:color w:val="0D0D0D"/>
                <w:sz w:val="20"/>
                <w:rFonts w:ascii="Aptos" w:hAnsi="Aptos"/>
              </w:rPr>
              <w:t xml:space="preserve">L'équipe d'audit a-t-elle planifié l'audit de manière à contribuer à un audit de haute qualité ?</w:t>
            </w:r>
            <w:r>
              <w:rPr>
                <w:color w:val="0D0D0D"/>
                <w:sz w:val="20"/>
                <w:rFonts w:ascii="Aptos" w:hAnsi="Aptos"/>
              </w:rPr>
              <w:t xml:space="preserve"> </w:t>
            </w:r>
          </w:p>
        </w:tc>
      </w:tr>
      <w:tr w:rsidR="002A0BDA" w:rsidRPr="002A0BDA" w14:paraId="70F69A5B" w14:textId="77777777" w:rsidTr="00086D65">
        <w:tc>
          <w:tcPr>
            <w:tcW w:w="10310" w:type="dxa"/>
          </w:tcPr>
          <w:p w14:paraId="56A0C6C7" w14:textId="77777777" w:rsidR="002A0BDA" w:rsidRPr="002A0BDA" w:rsidRDefault="002A0BDA" w:rsidP="002A0BDA">
            <w:pPr>
              <w:numPr>
                <w:ilvl w:val="0"/>
                <w:numId w:val="34"/>
              </w:numPr>
              <w:rPr>
                <w:color w:val="0D0D0D"/>
                <w:sz w:val="20"/>
                <w:szCs w:val="20"/>
                <w:rFonts w:ascii="Aptos" w:eastAsia="Yu Mincho" w:hAnsi="Aptos" w:cs="Tahoma"/>
              </w:rPr>
            </w:pPr>
            <w:r>
              <w:rPr>
                <w:color w:val="0D0D0D"/>
                <w:sz w:val="20"/>
                <w:rFonts w:ascii="Aptos" w:hAnsi="Aptos"/>
              </w:rPr>
              <w:t xml:space="preserve">L'équipe d'audit a-t-elle évalué les risques associés aux différentes questions et méthodes d'audit (par exemple, le temps et la qualité des données) et pris les mesures d'atténuation appropriées (par exemple, ajouter des réviseurs et obtenir des informations corroborantes) pour s'assurer que les efforts produiront des constatations, des conclusions et des recommandations précises, complètes et à valeur ajoutée ?</w:t>
            </w:r>
            <w:r>
              <w:rPr>
                <w:color w:val="0D0D0D"/>
                <w:sz w:val="20"/>
                <w:rFonts w:ascii="Aptos" w:hAnsi="Aptos"/>
              </w:rPr>
              <w:t xml:space="preserve"> </w:t>
            </w:r>
          </w:p>
        </w:tc>
      </w:tr>
      <w:tr w:rsidR="002A0BDA" w:rsidRPr="002A0BDA" w14:paraId="0B6FE952" w14:textId="77777777" w:rsidTr="00086D65">
        <w:tc>
          <w:tcPr>
            <w:tcW w:w="10310" w:type="dxa"/>
          </w:tcPr>
          <w:p w14:paraId="3F8C7BA3" w14:textId="77777777" w:rsidR="002A0BDA" w:rsidRPr="002A0BDA" w:rsidRDefault="002A0BDA" w:rsidP="002A0BDA">
            <w:pPr>
              <w:numPr>
                <w:ilvl w:val="0"/>
                <w:numId w:val="34"/>
              </w:numPr>
              <w:rPr>
                <w:color w:val="0D0D0D"/>
                <w:sz w:val="20"/>
                <w:szCs w:val="20"/>
                <w:rFonts w:ascii="Aptos" w:eastAsia="Yu Mincho" w:hAnsi="Aptos" w:cs="Tahoma"/>
              </w:rPr>
            </w:pPr>
            <w:r>
              <w:rPr>
                <w:color w:val="0D0D0D"/>
                <w:sz w:val="20"/>
                <w:rFonts w:ascii="Aptos" w:hAnsi="Aptos"/>
              </w:rPr>
              <w:t xml:space="preserve">L'équipe d'audit a-t-elle fait preuve de jugement professionnel dans toutes les décisions de planification afin de garantir une prise de décision éclairée fondée sur des facteurs pertinents ?</w:t>
            </w:r>
          </w:p>
        </w:tc>
      </w:tr>
      <w:tr w:rsidR="002A0BDA" w:rsidRPr="002A0BDA" w14:paraId="1914C275" w14:textId="77777777" w:rsidTr="00086D65">
        <w:tc>
          <w:tcPr>
            <w:tcW w:w="10310" w:type="dxa"/>
          </w:tcPr>
          <w:p w14:paraId="5F569EBE" w14:textId="77777777" w:rsidR="002A0BDA" w:rsidRPr="002A0BDA" w:rsidRDefault="002A0BDA" w:rsidP="002A0BDA">
            <w:pPr>
              <w:numPr>
                <w:ilvl w:val="0"/>
                <w:numId w:val="34"/>
              </w:numPr>
              <w:rPr>
                <w:color w:val="0D0D0D"/>
                <w:sz w:val="20"/>
                <w:szCs w:val="20"/>
                <w:rFonts w:ascii="Aptos" w:eastAsia="Yu Mincho" w:hAnsi="Aptos" w:cs="Tahoma"/>
              </w:rPr>
            </w:pPr>
            <w:r>
              <w:rPr>
                <w:color w:val="0D0D0D"/>
                <w:sz w:val="20"/>
                <w:rFonts w:ascii="Aptos" w:hAnsi="Aptos"/>
              </w:rPr>
              <w:t xml:space="preserve">L'équipe d'audit a-t-elle acquis une compréhension suffisante du domaine d'audit, de ses faiblesses et de ses défis, de la disponibilité des données, de l'importance relative des questions d'audit et des critères d'audit ?</w:t>
            </w:r>
          </w:p>
        </w:tc>
      </w:tr>
      <w:tr w:rsidR="002A0BDA" w:rsidRPr="002A0BDA" w14:paraId="34ACCD66" w14:textId="77777777" w:rsidTr="00086D65">
        <w:tc>
          <w:tcPr>
            <w:tcW w:w="10310" w:type="dxa"/>
          </w:tcPr>
          <w:p w14:paraId="4C74B767" w14:textId="77777777" w:rsidR="002A0BDA" w:rsidRPr="002A0BDA" w:rsidRDefault="002A0BDA" w:rsidP="002A0BDA">
            <w:pPr>
              <w:numPr>
                <w:ilvl w:val="0"/>
                <w:numId w:val="34"/>
              </w:numPr>
              <w:rPr>
                <w:color w:val="0D0D0D"/>
                <w:sz w:val="20"/>
                <w:szCs w:val="20"/>
                <w:rFonts w:ascii="Aptos" w:eastAsia="Yu Mincho" w:hAnsi="Aptos" w:cs="Tahoma"/>
              </w:rPr>
            </w:pPr>
            <w:r>
              <w:rPr>
                <w:color w:val="0D0D0D"/>
                <w:sz w:val="20"/>
                <w:rFonts w:ascii="Aptos" w:hAnsi="Aptos"/>
              </w:rPr>
              <w:t xml:space="preserve">L'équipe d'audit a-t-elle discuté du plan d'audit avec le superviseur ?</w:t>
            </w:r>
          </w:p>
        </w:tc>
      </w:tr>
      <w:tr w:rsidR="002A0BDA" w:rsidRPr="002A0BDA" w14:paraId="032BD55C" w14:textId="77777777" w:rsidTr="00086D65">
        <w:tc>
          <w:tcPr>
            <w:tcW w:w="10310" w:type="dxa"/>
          </w:tcPr>
          <w:p w14:paraId="645099DE" w14:textId="77777777" w:rsidR="002A0BDA" w:rsidRPr="002A0BDA" w:rsidRDefault="002A0BDA" w:rsidP="002A0BDA">
            <w:pPr>
              <w:numPr>
                <w:ilvl w:val="0"/>
                <w:numId w:val="34"/>
              </w:numPr>
              <w:rPr>
                <w:color w:val="0D0D0D"/>
                <w:sz w:val="20"/>
                <w:szCs w:val="20"/>
                <w:rFonts w:ascii="Aptos" w:eastAsia="Yu Mincho" w:hAnsi="Aptos" w:cs="Tahoma"/>
              </w:rPr>
            </w:pPr>
            <w:r>
              <w:rPr>
                <w:color w:val="0D0D0D"/>
                <w:sz w:val="20"/>
                <w:rFonts w:ascii="Aptos" w:hAnsi="Aptos"/>
              </w:rPr>
              <w:t xml:space="preserve">L'équipe d'audit a-t-elle soumis le plan d'audit au superviseur d'audit et à la direction de l'ISC pour approbation ?</w:t>
            </w:r>
          </w:p>
        </w:tc>
      </w:tr>
      <w:tr w:rsidR="002A0BDA" w:rsidRPr="002A0BDA" w14:paraId="263DB99A" w14:textId="77777777" w:rsidTr="00086D65">
        <w:tc>
          <w:tcPr>
            <w:tcW w:w="10310" w:type="dxa"/>
          </w:tcPr>
          <w:p w14:paraId="43A4D9A0" w14:textId="77777777" w:rsidR="002A0BDA" w:rsidRPr="002A0BDA" w:rsidRDefault="002A0BDA" w:rsidP="002A0BDA">
            <w:pPr>
              <w:numPr>
                <w:ilvl w:val="0"/>
                <w:numId w:val="34"/>
              </w:numPr>
              <w:rPr>
                <w:color w:val="0D0D0D"/>
                <w:sz w:val="20"/>
                <w:szCs w:val="20"/>
                <w:rFonts w:ascii="Aptos" w:eastAsia="Yu Mincho" w:hAnsi="Aptos" w:cs="Tahoma"/>
              </w:rPr>
            </w:pPr>
            <w:r>
              <w:rPr>
                <w:color w:val="0D0D0D"/>
                <w:sz w:val="20"/>
                <w:rFonts w:ascii="Aptos" w:hAnsi="Aptos"/>
              </w:rPr>
              <w:t xml:space="preserve">Le superviseur de l'audit et la direction de l'ISC ont-ils examiné et approuvé le plan d'audit ?</w:t>
            </w:r>
          </w:p>
        </w:tc>
      </w:tr>
      <w:tr w:rsidR="002A0BDA" w:rsidRPr="002A0BDA" w14:paraId="69C7DDD4" w14:textId="77777777" w:rsidTr="00EF22F2">
        <w:tc>
          <w:tcPr>
            <w:tcW w:w="10310" w:type="dxa"/>
            <w:shd w:val="clear" w:color="auto" w:fill="00548E" w:themeFill="accent1"/>
          </w:tcPr>
          <w:p w14:paraId="290617B2" w14:textId="77777777" w:rsidR="002A0BDA" w:rsidRPr="002A0BDA" w:rsidRDefault="002A0BDA" w:rsidP="002A0BDA">
            <w:pPr>
              <w:rPr>
                <w:b/>
                <w:bCs/>
                <w:color w:val="FFFFFF"/>
                <w:sz w:val="20"/>
                <w:szCs w:val="20"/>
                <w:rFonts w:ascii="Aptos" w:eastAsia="Yu Mincho" w:hAnsi="Aptos" w:cs="Tahoma"/>
              </w:rPr>
            </w:pPr>
            <w:r>
              <w:rPr>
                <w:b/>
                <w:color w:val="FFFFFF"/>
                <w:sz w:val="20"/>
                <w:rFonts w:ascii="Aptos" w:hAnsi="Aptos"/>
              </w:rPr>
              <w:t xml:space="preserve">Phase d'exécution</w:t>
            </w:r>
          </w:p>
        </w:tc>
      </w:tr>
      <w:tr w:rsidR="002A0BDA" w:rsidRPr="002A0BDA" w14:paraId="1E059385" w14:textId="77777777" w:rsidTr="00086D65">
        <w:tc>
          <w:tcPr>
            <w:tcW w:w="10310" w:type="dxa"/>
          </w:tcPr>
          <w:p w14:paraId="339609E0" w14:textId="77777777" w:rsidR="002A0BDA" w:rsidRPr="002A0BDA" w:rsidRDefault="002A0BDA" w:rsidP="002A0BDA">
            <w:pPr>
              <w:numPr>
                <w:ilvl w:val="0"/>
                <w:numId w:val="35"/>
              </w:numPr>
              <w:rPr>
                <w:color w:val="0D0D0D"/>
                <w:sz w:val="20"/>
                <w:szCs w:val="20"/>
                <w:rFonts w:ascii="Aptos" w:eastAsia="Yu Mincho" w:hAnsi="Aptos" w:cs="Tahoma"/>
              </w:rPr>
            </w:pPr>
            <w:r>
              <w:rPr>
                <w:color w:val="0D0D0D"/>
                <w:sz w:val="20"/>
                <w:rFonts w:ascii="Aptos" w:hAnsi="Aptos"/>
              </w:rPr>
              <w:t xml:space="preserve">L'équipe d'audit a-t-elle pris en considération l'objectif et les questions d'audit lors de la collecte et de l'analyse des données ?</w:t>
            </w:r>
          </w:p>
        </w:tc>
      </w:tr>
      <w:tr w:rsidR="002A0BDA" w:rsidRPr="002A0BDA" w14:paraId="2C1516EF" w14:textId="77777777" w:rsidTr="00EF22F2">
        <w:trPr>
          <w:trHeight w:val="617"/>
        </w:trPr>
        <w:tc>
          <w:tcPr>
            <w:tcW w:w="10310" w:type="dxa"/>
          </w:tcPr>
          <w:p w14:paraId="56F9112F" w14:textId="77777777" w:rsidR="002A0BDA" w:rsidRPr="002A0BDA" w:rsidRDefault="002A0BDA" w:rsidP="002A0BDA">
            <w:pPr>
              <w:numPr>
                <w:ilvl w:val="0"/>
                <w:numId w:val="35"/>
              </w:numPr>
              <w:rPr>
                <w:color w:val="0D0D0D"/>
                <w:sz w:val="20"/>
                <w:szCs w:val="20"/>
                <w:rFonts w:ascii="Aptos" w:eastAsia="Yu Mincho" w:hAnsi="Aptos" w:cs="Tahoma"/>
              </w:rPr>
            </w:pPr>
            <w:r>
              <w:rPr>
                <w:color w:val="0D0D0D"/>
                <w:sz w:val="20"/>
                <w:rFonts w:ascii="Aptos" w:hAnsi="Aptos"/>
              </w:rPr>
              <w:t xml:space="preserve">L'équipe d'audit a-t-elle réexaminé l'évaluation initiale des risques à la lumière des éléments probants recueillis et déterminé si des travaux d'audit supplémentaires devaient être effectués ?</w:t>
            </w:r>
          </w:p>
        </w:tc>
      </w:tr>
      <w:tr w:rsidR="002A0BDA" w:rsidRPr="002A0BDA" w14:paraId="4C9D1646" w14:textId="77777777" w:rsidTr="00086D65">
        <w:tc>
          <w:tcPr>
            <w:tcW w:w="10310" w:type="dxa"/>
          </w:tcPr>
          <w:p w14:paraId="401DA704" w14:textId="77777777" w:rsidR="002A0BDA" w:rsidRPr="002A0BDA" w:rsidRDefault="002A0BDA" w:rsidP="002A0BDA">
            <w:pPr>
              <w:numPr>
                <w:ilvl w:val="0"/>
                <w:numId w:val="35"/>
              </w:numPr>
              <w:rPr>
                <w:color w:val="0D0D0D"/>
                <w:sz w:val="20"/>
                <w:szCs w:val="20"/>
                <w:rFonts w:ascii="Aptos" w:eastAsia="Yu Mincho" w:hAnsi="Aptos" w:cs="Tahoma"/>
              </w:rPr>
            </w:pPr>
            <w:r>
              <w:rPr>
                <w:color w:val="0D0D0D"/>
                <w:sz w:val="20"/>
                <w:rFonts w:ascii="Aptos" w:hAnsi="Aptos"/>
              </w:rPr>
              <w:t xml:space="preserve">Des preuves suffisantes et appropriées ont-elles été obtenues pour étayer les conclusions et les recommandations de l'audit ?</w:t>
            </w:r>
          </w:p>
        </w:tc>
      </w:tr>
      <w:tr w:rsidR="002A0BDA" w:rsidRPr="002A0BDA" w14:paraId="76157275" w14:textId="77777777" w:rsidTr="00086D65">
        <w:tc>
          <w:tcPr>
            <w:tcW w:w="10310" w:type="dxa"/>
          </w:tcPr>
          <w:p w14:paraId="416C62C2" w14:textId="77777777" w:rsidR="002A0BDA" w:rsidRPr="002A0BDA" w:rsidRDefault="002A0BDA" w:rsidP="002A0BDA">
            <w:pPr>
              <w:numPr>
                <w:ilvl w:val="0"/>
                <w:numId w:val="35"/>
              </w:numPr>
              <w:rPr>
                <w:color w:val="0D0D0D"/>
                <w:sz w:val="20"/>
                <w:szCs w:val="20"/>
                <w:rFonts w:ascii="Aptos" w:eastAsia="Yu Mincho" w:hAnsi="Aptos" w:cs="Tahoma"/>
              </w:rPr>
            </w:pPr>
            <w:r>
              <w:rPr>
                <w:color w:val="0D0D0D"/>
                <w:sz w:val="20"/>
                <w:rFonts w:ascii="Aptos" w:hAnsi="Aptos"/>
              </w:rPr>
              <w:t xml:space="preserve">L'équipe d'audit s'est-elle assurée que les conclusions de l'audit étaient objectives, équitables et équilibrées ?</w:t>
            </w:r>
          </w:p>
        </w:tc>
      </w:tr>
      <w:tr w:rsidR="002A0BDA" w:rsidRPr="002A0BDA" w14:paraId="15703286" w14:textId="77777777" w:rsidTr="00086D65">
        <w:tc>
          <w:tcPr>
            <w:tcW w:w="10310" w:type="dxa"/>
          </w:tcPr>
          <w:p w14:paraId="2FD4E55F" w14:textId="77777777" w:rsidR="002A0BDA" w:rsidRPr="002A0BDA" w:rsidRDefault="002A0BDA" w:rsidP="002A0BDA">
            <w:pPr>
              <w:numPr>
                <w:ilvl w:val="0"/>
                <w:numId w:val="35"/>
              </w:numPr>
              <w:rPr>
                <w:color w:val="0D0D0D"/>
                <w:sz w:val="20"/>
                <w:szCs w:val="20"/>
                <w:rFonts w:ascii="Aptos" w:eastAsia="Yu Mincho" w:hAnsi="Aptos" w:cs="Tahoma"/>
              </w:rPr>
            </w:pPr>
            <w:r>
              <w:rPr>
                <w:color w:val="0D0D0D"/>
                <w:sz w:val="20"/>
                <w:rFonts w:ascii="Aptos" w:hAnsi="Aptos"/>
              </w:rPr>
              <w:t xml:space="preserve">L'équipe d'audit a-t-elle fait preuve de scepticisme et de jugement professionnels dans toutes ses décisions afin de garantir une prise de décision éclairée fondée sur des facteurs pertinents ?</w:t>
            </w:r>
          </w:p>
        </w:tc>
      </w:tr>
      <w:tr w:rsidR="002A0BDA" w:rsidRPr="002A0BDA" w14:paraId="4D5906EF" w14:textId="77777777" w:rsidTr="00086D65">
        <w:tc>
          <w:tcPr>
            <w:tcW w:w="10310" w:type="dxa"/>
          </w:tcPr>
          <w:p w14:paraId="0C4EFD53" w14:textId="77777777" w:rsidR="002A0BDA" w:rsidRPr="002A0BDA" w:rsidRDefault="002A0BDA" w:rsidP="002A0BDA">
            <w:pPr>
              <w:numPr>
                <w:ilvl w:val="0"/>
                <w:numId w:val="35"/>
              </w:numPr>
              <w:rPr>
                <w:color w:val="0D0D0D"/>
                <w:sz w:val="20"/>
                <w:szCs w:val="20"/>
                <w:rFonts w:ascii="Aptos" w:eastAsia="Yu Mincho" w:hAnsi="Aptos" w:cs="Tahoma"/>
              </w:rPr>
            </w:pPr>
            <w:r>
              <w:rPr>
                <w:color w:val="0D0D0D"/>
                <w:sz w:val="20"/>
                <w:rFonts w:ascii="Aptos" w:hAnsi="Aptos"/>
              </w:rPr>
              <w:t xml:space="preserve">L'équipe d'audit a-t-elle tenu compte de l'importance relative et de l'impact lors de l'élaboration des conclusions d'audit ?</w:t>
            </w:r>
          </w:p>
        </w:tc>
      </w:tr>
      <w:tr w:rsidR="002A0BDA" w:rsidRPr="002A0BDA" w14:paraId="2349E498" w14:textId="77777777" w:rsidTr="00086D65">
        <w:tc>
          <w:tcPr>
            <w:tcW w:w="10310" w:type="dxa"/>
          </w:tcPr>
          <w:p w14:paraId="6B6BD7FD" w14:textId="77777777" w:rsidR="002A0BDA" w:rsidRPr="002A0BDA" w:rsidRDefault="002A0BDA" w:rsidP="002A0BDA">
            <w:pPr>
              <w:numPr>
                <w:ilvl w:val="0"/>
                <w:numId w:val="35"/>
              </w:numPr>
              <w:rPr>
                <w:color w:val="0D0D0D"/>
                <w:sz w:val="20"/>
                <w:szCs w:val="20"/>
                <w:rFonts w:ascii="Aptos" w:eastAsia="Yu Mincho" w:hAnsi="Aptos" w:cs="Tahoma"/>
              </w:rPr>
            </w:pPr>
            <w:r>
              <w:rPr>
                <w:color w:val="0D0D0D"/>
                <w:sz w:val="20"/>
                <w:rFonts w:ascii="Aptos" w:hAnsi="Aptos"/>
              </w:rPr>
              <w:t xml:space="preserve">L'équipe d'audit a-t-elle pris en compte à la fois les points positifs et négatifs et a-t-elle rendu hommage à l'entité auditée lorsque cela était justifié ?</w:t>
            </w:r>
          </w:p>
        </w:tc>
      </w:tr>
      <w:tr w:rsidR="002A0BDA" w:rsidRPr="002A0BDA" w14:paraId="1EFF54F8" w14:textId="77777777" w:rsidTr="00086D65">
        <w:tc>
          <w:tcPr>
            <w:tcW w:w="10310" w:type="dxa"/>
          </w:tcPr>
          <w:p w14:paraId="64D37368" w14:textId="77777777" w:rsidR="002A0BDA" w:rsidRPr="002A0BDA" w:rsidRDefault="002A0BDA" w:rsidP="002A0BDA">
            <w:pPr>
              <w:numPr>
                <w:ilvl w:val="0"/>
                <w:numId w:val="35"/>
              </w:numPr>
              <w:rPr>
                <w:color w:val="0D0D0D"/>
                <w:sz w:val="20"/>
                <w:szCs w:val="20"/>
                <w:rFonts w:ascii="Aptos" w:eastAsia="Yu Mincho" w:hAnsi="Aptos" w:cs="Tahoma"/>
              </w:rPr>
            </w:pPr>
            <w:r>
              <w:rPr>
                <w:color w:val="0D0D0D"/>
                <w:sz w:val="20"/>
                <w:rFonts w:ascii="Aptos" w:hAnsi="Aptos"/>
              </w:rPr>
              <w:t xml:space="preserve">L'équipe d'audit a-t-elle analysé les preuves obtenues, en veillant à ce que les conclusions de l'audit soient mises en perspective et répondent aux objectifs et aux questions de l'audit ?</w:t>
            </w:r>
          </w:p>
        </w:tc>
      </w:tr>
      <w:tr w:rsidR="002A0BDA" w:rsidRPr="002A0BDA" w14:paraId="6890586E" w14:textId="77777777" w:rsidTr="00EF22F2">
        <w:trPr>
          <w:trHeight w:val="599"/>
        </w:trPr>
        <w:tc>
          <w:tcPr>
            <w:tcW w:w="10310" w:type="dxa"/>
          </w:tcPr>
          <w:p w14:paraId="446B6F0E" w14:textId="77777777" w:rsidR="002A0BDA" w:rsidRPr="002A0BDA" w:rsidRDefault="002A0BDA" w:rsidP="002A0BDA">
            <w:pPr>
              <w:numPr>
                <w:ilvl w:val="0"/>
                <w:numId w:val="35"/>
              </w:numPr>
              <w:rPr>
                <w:color w:val="0D0D0D"/>
                <w:sz w:val="20"/>
                <w:szCs w:val="20"/>
                <w:rFonts w:ascii="Aptos" w:eastAsia="Yu Mincho" w:hAnsi="Aptos" w:cs="Tahoma"/>
              </w:rPr>
            </w:pPr>
            <w:r>
              <w:rPr>
                <w:color w:val="0D0D0D"/>
                <w:sz w:val="20"/>
                <w:rFonts w:ascii="Aptos" w:hAnsi="Aptos"/>
              </w:rPr>
              <w:t xml:space="preserve">Le superviseur/chef d'équipe d'audit a-t-il examiné et approuvé tous les documents de travail ?</w:t>
            </w:r>
          </w:p>
        </w:tc>
      </w:tr>
      <w:tr w:rsidR="002A0BDA" w:rsidRPr="002A0BDA" w14:paraId="257E97F4" w14:textId="77777777" w:rsidTr="00EF22F2">
        <w:tc>
          <w:tcPr>
            <w:tcW w:w="10310" w:type="dxa"/>
            <w:shd w:val="clear" w:color="auto" w:fill="00548E" w:themeFill="accent1"/>
          </w:tcPr>
          <w:p w14:paraId="049D66D4" w14:textId="77777777" w:rsidR="002A0BDA" w:rsidRPr="002A0BDA" w:rsidRDefault="002A0BDA" w:rsidP="002A0BDA">
            <w:pPr>
              <w:rPr>
                <w:b/>
                <w:bCs/>
                <w:sz w:val="20"/>
                <w:szCs w:val="20"/>
                <w:rFonts w:ascii="Aptos" w:eastAsia="Yu Mincho" w:hAnsi="Aptos" w:cs="Tahoma"/>
              </w:rPr>
            </w:pPr>
            <w:r>
              <w:rPr>
                <w:b/>
                <w:color w:val="FFFFFF"/>
                <w:sz w:val="20"/>
                <w:rFonts w:ascii="Aptos" w:hAnsi="Aptos"/>
              </w:rPr>
              <w:t xml:space="preserve">Étape de reporting</w:t>
            </w:r>
          </w:p>
        </w:tc>
      </w:tr>
      <w:tr w:rsidR="002A0BDA" w:rsidRPr="002A0BDA" w14:paraId="5B8F8C54" w14:textId="77777777" w:rsidTr="00086D65">
        <w:tc>
          <w:tcPr>
            <w:tcW w:w="10310" w:type="dxa"/>
          </w:tcPr>
          <w:p w14:paraId="04982351" w14:textId="77777777" w:rsidR="002A0BDA" w:rsidRPr="002A0BDA" w:rsidRDefault="002A0BDA" w:rsidP="002A0BDA">
            <w:pPr>
              <w:numPr>
                <w:ilvl w:val="0"/>
                <w:numId w:val="36"/>
              </w:numPr>
              <w:rPr>
                <w:color w:val="0D0D0D"/>
                <w:sz w:val="20"/>
                <w:szCs w:val="20"/>
                <w:rFonts w:ascii="Aptos" w:eastAsia="Yu Mincho" w:hAnsi="Aptos" w:cs="Tahoma"/>
              </w:rPr>
            </w:pPr>
            <w:r>
              <w:rPr>
                <w:color w:val="0D0D0D"/>
                <w:sz w:val="20"/>
                <w:rFonts w:ascii="Aptos" w:hAnsi="Aptos"/>
              </w:rPr>
              <w:t xml:space="preserve">Le rapport d'audit a-t-il répondu de manière explicite à l'objectif et aux questions de l'audit ?</w:t>
            </w:r>
          </w:p>
        </w:tc>
      </w:tr>
      <w:tr w:rsidR="002A0BDA" w:rsidRPr="002A0BDA" w14:paraId="0BE0D28B" w14:textId="77777777" w:rsidTr="00086D65">
        <w:tc>
          <w:tcPr>
            <w:tcW w:w="10310" w:type="dxa"/>
          </w:tcPr>
          <w:p w14:paraId="2D074B4F" w14:textId="77777777" w:rsidR="002A0BDA" w:rsidRPr="002A0BDA" w:rsidRDefault="002A0BDA" w:rsidP="002A0BDA">
            <w:pPr>
              <w:numPr>
                <w:ilvl w:val="0"/>
                <w:numId w:val="36"/>
              </w:numPr>
              <w:rPr>
                <w:color w:val="0D0D0D"/>
                <w:sz w:val="20"/>
                <w:szCs w:val="20"/>
                <w:rFonts w:ascii="Aptos" w:eastAsia="Yu Mincho" w:hAnsi="Aptos" w:cs="Tahoma"/>
              </w:rPr>
            </w:pPr>
            <w:r>
              <w:rPr>
                <w:color w:val="0D0D0D"/>
                <w:sz w:val="20"/>
                <w:rFonts w:ascii="Aptos" w:hAnsi="Aptos"/>
              </w:rPr>
              <w:t xml:space="preserve">Le rapport d'audit était-il complet, convaincant, facile à lire et équilibré ?</w:t>
            </w:r>
          </w:p>
        </w:tc>
      </w:tr>
      <w:tr w:rsidR="002A0BDA" w:rsidRPr="002A0BDA" w14:paraId="6FCD6E89" w14:textId="77777777" w:rsidTr="00086D65">
        <w:tc>
          <w:tcPr>
            <w:tcW w:w="10310" w:type="dxa"/>
          </w:tcPr>
          <w:p w14:paraId="4AF9E4DA" w14:textId="77777777" w:rsidR="002A0BDA" w:rsidRPr="002A0BDA" w:rsidRDefault="002A0BDA" w:rsidP="002A0BDA">
            <w:pPr>
              <w:numPr>
                <w:ilvl w:val="0"/>
                <w:numId w:val="36"/>
              </w:numPr>
              <w:rPr>
                <w:color w:val="0D0D0D"/>
                <w:sz w:val="20"/>
                <w:szCs w:val="20"/>
                <w:rFonts w:ascii="Aptos" w:eastAsia="Yu Mincho" w:hAnsi="Aptos" w:cs="Tahoma"/>
              </w:rPr>
            </w:pPr>
            <w:r>
              <w:rPr>
                <w:color w:val="0D0D0D"/>
                <w:sz w:val="20"/>
                <w:rFonts w:ascii="Aptos" w:hAnsi="Aptos"/>
              </w:rPr>
              <w:t xml:space="preserve">Le rapport d'audit a-t-il été publié en temps opportun ?</w:t>
            </w:r>
          </w:p>
        </w:tc>
      </w:tr>
      <w:tr w:rsidR="002A0BDA" w:rsidRPr="002A0BDA" w14:paraId="7472D0A2" w14:textId="77777777" w:rsidTr="00086D65">
        <w:tc>
          <w:tcPr>
            <w:tcW w:w="10310" w:type="dxa"/>
          </w:tcPr>
          <w:p w14:paraId="37167AD3" w14:textId="77777777" w:rsidR="002A0BDA" w:rsidRPr="002A0BDA" w:rsidRDefault="002A0BDA" w:rsidP="002A0BDA">
            <w:pPr>
              <w:numPr>
                <w:ilvl w:val="0"/>
                <w:numId w:val="36"/>
              </w:numPr>
              <w:rPr>
                <w:color w:val="0D0D0D"/>
                <w:sz w:val="20"/>
                <w:szCs w:val="20"/>
                <w:rFonts w:ascii="Aptos" w:eastAsia="Yu Mincho" w:hAnsi="Aptos" w:cs="Tahoma"/>
              </w:rPr>
            </w:pPr>
            <w:r>
              <w:rPr>
                <w:color w:val="0D0D0D"/>
                <w:sz w:val="20"/>
                <w:rFonts w:ascii="Aptos" w:hAnsi="Aptos"/>
              </w:rPr>
              <w:t xml:space="preserve">Tous les éléments du rapport d'audit requis par les ISSAI ont-ils été inclus ?</w:t>
            </w:r>
          </w:p>
        </w:tc>
      </w:tr>
      <w:tr w:rsidR="002A0BDA" w:rsidRPr="002A0BDA" w14:paraId="60047AD6" w14:textId="77777777" w:rsidTr="00086D65">
        <w:tc>
          <w:tcPr>
            <w:tcW w:w="10310" w:type="dxa"/>
          </w:tcPr>
          <w:p w14:paraId="73BACAD6" w14:textId="77777777" w:rsidR="002A0BDA" w:rsidRPr="002A0BDA" w:rsidRDefault="002A0BDA" w:rsidP="002A0BDA">
            <w:pPr>
              <w:numPr>
                <w:ilvl w:val="0"/>
                <w:numId w:val="36"/>
              </w:numPr>
              <w:rPr>
                <w:color w:val="0D0D0D"/>
                <w:sz w:val="20"/>
                <w:szCs w:val="20"/>
                <w:rFonts w:ascii="Aptos" w:eastAsia="Yu Mincho" w:hAnsi="Aptos" w:cs="Tahoma"/>
              </w:rPr>
            </w:pPr>
            <w:r>
              <w:rPr>
                <w:color w:val="0D0D0D"/>
                <w:sz w:val="20"/>
                <w:rFonts w:ascii="Aptos" w:hAnsi="Aptos"/>
              </w:rPr>
              <w:t xml:space="preserve">L'équipe d'audit a-t-elle permis aux entités auditées de commenter les constatations, les conclusions et les recommandations de l'audit avant que l'ISC ne publie le rapport d'audit ?</w:t>
            </w:r>
          </w:p>
        </w:tc>
      </w:tr>
      <w:tr w:rsidR="002A0BDA" w:rsidRPr="002A0BDA" w14:paraId="5FCC2DB1" w14:textId="77777777" w:rsidTr="00086D65">
        <w:tc>
          <w:tcPr>
            <w:tcW w:w="10310" w:type="dxa"/>
          </w:tcPr>
          <w:p w14:paraId="26E950C4" w14:textId="77777777" w:rsidR="002A0BDA" w:rsidRPr="002A0BDA" w:rsidRDefault="002A0BDA" w:rsidP="002A0BDA">
            <w:pPr>
              <w:numPr>
                <w:ilvl w:val="0"/>
                <w:numId w:val="36"/>
              </w:numPr>
              <w:rPr>
                <w:color w:val="0D0D0D"/>
                <w:sz w:val="20"/>
                <w:szCs w:val="20"/>
                <w:rFonts w:ascii="Aptos" w:eastAsia="Yu Mincho" w:hAnsi="Aptos" w:cs="Tahoma"/>
              </w:rPr>
            </w:pPr>
            <w:r>
              <w:rPr>
                <w:color w:val="0D0D0D"/>
                <w:sz w:val="20"/>
                <w:rFonts w:ascii="Aptos" w:hAnsi="Aptos"/>
              </w:rPr>
              <w:t xml:space="preserve">L'équipe d'audit a-t-elle tenu compte de l'importance relative et de l'impact lors de la finalisation du rapport d'audit ?</w:t>
            </w:r>
          </w:p>
        </w:tc>
      </w:tr>
      <w:tr w:rsidR="002A0BDA" w:rsidRPr="002A0BDA" w14:paraId="5AF70B6B" w14:textId="77777777" w:rsidTr="00086D65">
        <w:tc>
          <w:tcPr>
            <w:tcW w:w="10310" w:type="dxa"/>
          </w:tcPr>
          <w:p w14:paraId="3701CBDF" w14:textId="77777777" w:rsidR="002A0BDA" w:rsidRPr="002A0BDA" w:rsidRDefault="002A0BDA" w:rsidP="002A0BDA">
            <w:pPr>
              <w:numPr>
                <w:ilvl w:val="0"/>
                <w:numId w:val="36"/>
              </w:numPr>
              <w:rPr>
                <w:color w:val="0D0D0D"/>
                <w:sz w:val="20"/>
                <w:szCs w:val="20"/>
                <w:rFonts w:ascii="Aptos" w:eastAsia="Yu Mincho" w:hAnsi="Aptos" w:cs="Tahoma"/>
              </w:rPr>
            </w:pPr>
            <w:r>
              <w:rPr>
                <w:color w:val="0D0D0D"/>
                <w:sz w:val="20"/>
                <w:rFonts w:ascii="Aptos" w:hAnsi="Aptos"/>
              </w:rPr>
              <w:t xml:space="preserve">L'ISC a-t-elle rendu le rapport d'audit largement accessible, en tenant compte des réglementations en matière de confidentialité ?</w:t>
            </w:r>
          </w:p>
        </w:tc>
      </w:tr>
    </w:tbl>
    <w:p w14:paraId="4F0780F6" w14:textId="7D2D5BC0" w:rsidR="005648B7" w:rsidRPr="00C163F9" w:rsidRDefault="005648B7" w:rsidP="00A8104B">
      <w:pPr>
        <w:pStyle w:val="BodyFont-Poppins"/>
      </w:pPr>
    </w:p>
    <w:sectPr w:rsidR="005648B7" w:rsidRPr="00C163F9" w:rsidSect="00EA6483">
      <w:headerReference w:type="default" r:id="rId11"/>
      <w:footerReference w:type="default" r:id="rId12"/>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0BD45" w14:textId="77777777" w:rsidR="00BE5F38" w:rsidRDefault="00BE5F38">
      <w:r>
        <w:separator/>
      </w:r>
    </w:p>
  </w:endnote>
  <w:endnote w:type="continuationSeparator" w:id="0">
    <w:p w14:paraId="531AD9F0" w14:textId="77777777" w:rsidR="00BE5F38" w:rsidRDefault="00BE5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Oswald">
    <w:panose1 w:val="00000500000000000000"/>
    <w:charset w:val="4D"/>
    <w:family w:val="auto"/>
    <w:pitch w:val="variable"/>
    <w:sig w:usb0="A00002FF" w:usb1="4000204B" w:usb2="00000000" w:usb3="00000000" w:csb0="00000197" w:csb1="00000000"/>
  </w:font>
  <w:font w:name="Aptos SemiBold">
    <w:panose1 w:val="020B0004020202020204"/>
    <w:charset w:val="00"/>
    <w:family w:val="swiss"/>
    <w:pitch w:val="variable"/>
    <w:sig w:usb0="20000287" w:usb1="00000003" w:usb2="00000000" w:usb3="00000000" w:csb0="0000019F" w:csb1="00000000"/>
  </w:font>
  <w:font w:name="Poppins">
    <w:panose1 w:val="00000500000000000000"/>
    <w:charset w:val="4D"/>
    <w:family w:val="auto"/>
    <w:notTrueType/>
    <w:pitch w:val="variable"/>
    <w:sig w:usb0="00008007" w:usb1="00000000" w:usb2="00000000" w:usb3="00000000" w:csb0="00000093" w:csb1="00000000"/>
  </w:font>
  <w:font w:name="Oswald SemiBold">
    <w:panose1 w:val="00000700000000000000"/>
    <w:charset w:val="4D"/>
    <w:family w:val="auto"/>
    <w:pitch w:val="variable"/>
    <w:sig w:usb0="A00002FF" w:usb1="4000204B" w:usb2="00000000" w:usb3="00000000" w:csb0="00000197"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oppins Light">
    <w:panose1 w:val="00000400000000000000"/>
    <w:charset w:val="4D"/>
    <w:family w:val="auto"/>
    <w:notTrueType/>
    <w:pitch w:val="variable"/>
    <w:sig w:usb0="00008007" w:usb1="00000000" w:usb2="00000000" w:usb3="00000000" w:csb0="00000093" w:csb1="00000000"/>
  </w:font>
  <w:font w:name="TheSansLight-Plain">
    <w:altName w:val="Cambria"/>
    <w:panose1 w:val="02000503050000020004"/>
    <w:charset w:val="00"/>
    <w:family w:val="auto"/>
    <w:pitch w:val="variable"/>
    <w:sig w:usb0="00000003" w:usb1="00000000" w:usb2="00000000" w:usb3="00000000" w:csb0="00000001" w:csb1="00000000"/>
  </w:font>
  <w:font w:name="Aptos">
    <w:panose1 w:val="020B0604020202020204"/>
    <w:charset w:val="00"/>
    <w:family w:val="swiss"/>
    <w:pitch w:val="variable"/>
    <w:sig w:usb0="20000287" w:usb1="00000003"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Inter">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404143263"/>
      <w:docPartObj>
        <w:docPartGallery w:val="Page Numbers (Bottom of Page)"/>
        <w:docPartUnique/>
      </w:docPartObj>
    </w:sdtPr>
    <w:sdtEndPr>
      <w:rPr>
        <w:rStyle w:val="PageNumber"/>
        <w:b/>
        <w:bCs/>
        <w:color w:val="005592" w:themeColor="text1"/>
      </w:rPr>
    </w:sdtEndPr>
    <w:sdtContent>
      <w:p w14:paraId="095CC18C" w14:textId="4A8E436C" w:rsidR="004C2E44" w:rsidRPr="003F2C61" w:rsidRDefault="00A05D2D" w:rsidP="00C163F9">
        <w:pPr>
          <w:pStyle w:val="Footer"/>
          <w:framePr w:w="5459" w:wrap="none" w:vAnchor="text" w:hAnchor="page" w:x="5320" w:y="24"/>
          <w:jc w:val="right"/>
          <w:rPr>
            <w:rStyle w:val="PageNumber"/>
            <w:b/>
            <w:bCs/>
            <w:color w:val="005592" w:themeColor="text1"/>
            <w:rFonts w:ascii="Oswald" w:hAnsi="Oswald"/>
          </w:rPr>
        </w:pPr>
        <w:r>
          <w:rPr>
            <w:rStyle w:val="PageNumber"/>
            <w:rFonts w:ascii="Oswald" w:hAnsi="Oswald"/>
          </w:rPr>
          <w:t xml:space="preserve">Outils Guide SoAQM </w:t>
        </w:r>
        <w:r>
          <w:rPr>
            <w:rStyle w:val="PageNumber"/>
            <w:color w:val="005592" w:themeColor="text1"/>
            <w:rFonts w:ascii="Oswald" w:hAnsi="Oswald"/>
          </w:rPr>
          <w:t xml:space="preserve">|</w:t>
        </w:r>
        <w:r>
          <w:rPr>
            <w:rStyle w:val="PageNumber"/>
            <w:color w:val="005592" w:themeColor="text1"/>
            <w:rFonts w:ascii="Oswald" w:hAnsi="Oswald"/>
          </w:rPr>
          <w:t xml:space="preserve"> </w:t>
        </w:r>
        <w:r w:rsidR="004C2E44" w:rsidRPr="003F2C61">
          <w:rPr>
            <w:rStyle w:val="PageNumber"/>
            <w:b/>
            <w:color w:val="005592" w:themeColor="text1"/>
            <w:rFonts w:ascii="Oswald" w:hAnsi="Oswald"/>
          </w:rPr>
          <w:fldChar w:fldCharType="begin"/>
        </w:r>
        <w:r w:rsidR="004C2E44" w:rsidRPr="003F2C61">
          <w:rPr>
            <w:rStyle w:val="PageNumber"/>
            <w:b/>
            <w:color w:val="005592" w:themeColor="text1"/>
            <w:rFonts w:ascii="Oswald" w:hAnsi="Oswald"/>
          </w:rPr>
          <w:instrText xml:space="preserve"> PAGE </w:instrText>
        </w:r>
        <w:r w:rsidR="004C2E44" w:rsidRPr="003F2C61">
          <w:rPr>
            <w:rStyle w:val="PageNumber"/>
            <w:b/>
            <w:color w:val="005592" w:themeColor="text1"/>
            <w:rFonts w:ascii="Oswald" w:hAnsi="Oswald"/>
          </w:rPr>
          <w:fldChar w:fldCharType="separate"/>
        </w:r>
        <w:r w:rsidR="004C2E44" w:rsidRPr="003F2C61">
          <w:rPr>
            <w:rStyle w:val="PageNumber"/>
            <w:b/>
            <w:color w:val="005592" w:themeColor="text1"/>
            <w:rFonts w:ascii="Oswald" w:hAnsi="Oswald"/>
          </w:rPr>
          <w:t>2</w:t>
        </w:r>
        <w:r w:rsidR="004C2E44" w:rsidRPr="003F2C61">
          <w:rPr>
            <w:rStyle w:val="PageNumber"/>
            <w:b/>
            <w:color w:val="005592" w:themeColor="text1"/>
            <w:rFonts w:ascii="Oswald" w:hAnsi="Oswald"/>
          </w:rPr>
          <w:fldChar w:fldCharType="end"/>
        </w:r>
      </w:p>
    </w:sdtContent>
  </w:sdt>
  <w:p w14:paraId="4679DCB8" w14:textId="77777777" w:rsidR="005648B7" w:rsidRDefault="005648B7">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3859F" w14:textId="77777777" w:rsidR="00BE5F38" w:rsidRDefault="00BE5F38">
      <w:r>
        <w:separator/>
      </w:r>
    </w:p>
  </w:footnote>
  <w:footnote w:type="continuationSeparator" w:id="0">
    <w:p w14:paraId="00EB84B6" w14:textId="77777777" w:rsidR="00BE5F38" w:rsidRDefault="00BE5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7F43" w14:textId="6A292B62" w:rsidR="00880F32" w:rsidRDefault="00EF22F2">
    <w:pPr>
      <w:pStyle w:val="Header"/>
    </w:pPr>
    <w:r>
      <w:drawing>
        <wp:anchor distT="0" distB="0" distL="114300" distR="114300" simplePos="0" relativeHeight="251661312" behindDoc="1" locked="0" layoutInCell="1" allowOverlap="1" wp14:anchorId="1707F065" wp14:editId="708F98C6">
          <wp:simplePos x="0" y="0"/>
          <wp:positionH relativeFrom="column">
            <wp:posOffset>6012225</wp:posOffset>
          </wp:positionH>
          <wp:positionV relativeFrom="paragraph">
            <wp:posOffset>-101600</wp:posOffset>
          </wp:positionV>
          <wp:extent cx="855645" cy="886997"/>
          <wp:effectExtent l="0" t="0" r="0" b="2540"/>
          <wp:wrapNone/>
          <wp:docPr id="177784150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1">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mc:AlternateContent>
        <mc:Choice Requires="wpg">
          <w:drawing>
            <wp:anchor distT="0" distB="0" distL="114300" distR="114300" simplePos="0" relativeHeight="251670528" behindDoc="0" locked="0" layoutInCell="1" allowOverlap="1" wp14:anchorId="0B6F3AE1" wp14:editId="59B5521F">
              <wp:simplePos x="0" y="0"/>
              <wp:positionH relativeFrom="column">
                <wp:posOffset>1904</wp:posOffset>
              </wp:positionH>
              <wp:positionV relativeFrom="paragraph">
                <wp:posOffset>228600</wp:posOffset>
              </wp:positionV>
              <wp:extent cx="1282373" cy="562708"/>
              <wp:effectExtent l="0" t="0" r="635" b="0"/>
              <wp:wrapNone/>
              <wp:docPr id="1325813817"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234037449" name="Group 5"/>
                      <wpg:cNvGrpSpPr/>
                      <wpg:grpSpPr>
                        <a:xfrm>
                          <a:off x="0" y="0"/>
                          <a:ext cx="1363783" cy="598170"/>
                          <a:chOff x="0" y="0"/>
                          <a:chExt cx="1363783" cy="598170"/>
                        </a:xfrm>
                      </wpg:grpSpPr>
                      <pic:pic xmlns:pic="http://schemas.openxmlformats.org/drawingml/2006/picture">
                        <pic:nvPicPr>
                          <pic:cNvPr id="1452338394" name="Graphic 3"/>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598170" cy="598170"/>
                          </a:xfrm>
                          <a:prstGeom prst="rect">
                            <a:avLst/>
                          </a:prstGeom>
                        </pic:spPr>
                      </pic:pic>
                      <pic:pic xmlns:pic="http://schemas.openxmlformats.org/drawingml/2006/picture">
                        <pic:nvPicPr>
                          <pic:cNvPr id="982276096" name="Picture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1403617339" name="Straight Connector 6"/>
                      <wps:cNvCnPr/>
                      <wps:spPr>
                        <a:xfrm>
                          <a:off x="718806" y="127136"/>
                          <a:ext cx="0" cy="366738"/>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801432A" id="Group 7" o:spid="_x0000_s1026" style="position:absolute;margin-left:.15pt;margin-top:18pt;width:100.95pt;height:44.3pt;z-index:251670528;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">
                  <v:imagedata r:id="rId5"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">
                  <v:imagedata r:id="rId6"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" strokecolor="#e8e8e8 [3214]"/>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dirty"/>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1B1D3E"/>
    <w:rsid w:val="001D403D"/>
    <w:rsid w:val="00223150"/>
    <w:rsid w:val="00230D21"/>
    <w:rsid w:val="00250E39"/>
    <w:rsid w:val="002A0BDA"/>
    <w:rsid w:val="002C2720"/>
    <w:rsid w:val="003D1C7C"/>
    <w:rsid w:val="003D2F86"/>
    <w:rsid w:val="003F2C61"/>
    <w:rsid w:val="003F484F"/>
    <w:rsid w:val="00417C30"/>
    <w:rsid w:val="00487D7A"/>
    <w:rsid w:val="004C2E44"/>
    <w:rsid w:val="004D03C2"/>
    <w:rsid w:val="005244D3"/>
    <w:rsid w:val="0053058B"/>
    <w:rsid w:val="005648B7"/>
    <w:rsid w:val="005A5452"/>
    <w:rsid w:val="005B74D1"/>
    <w:rsid w:val="006263AE"/>
    <w:rsid w:val="00651D8C"/>
    <w:rsid w:val="00663B59"/>
    <w:rsid w:val="006768E8"/>
    <w:rsid w:val="006C4F9C"/>
    <w:rsid w:val="007649FB"/>
    <w:rsid w:val="007D612A"/>
    <w:rsid w:val="00805AEC"/>
    <w:rsid w:val="00834868"/>
    <w:rsid w:val="00846F84"/>
    <w:rsid w:val="008764CC"/>
    <w:rsid w:val="00880F32"/>
    <w:rsid w:val="008A0FE8"/>
    <w:rsid w:val="00905A76"/>
    <w:rsid w:val="009310CC"/>
    <w:rsid w:val="0096288F"/>
    <w:rsid w:val="0096432B"/>
    <w:rsid w:val="00A05D2D"/>
    <w:rsid w:val="00A8104B"/>
    <w:rsid w:val="00AA00CB"/>
    <w:rsid w:val="00AB25B0"/>
    <w:rsid w:val="00AD1920"/>
    <w:rsid w:val="00B33C7C"/>
    <w:rsid w:val="00B449DA"/>
    <w:rsid w:val="00B72E9B"/>
    <w:rsid w:val="00B91C5C"/>
    <w:rsid w:val="00BC29B3"/>
    <w:rsid w:val="00BD7756"/>
    <w:rsid w:val="00BE1FA1"/>
    <w:rsid w:val="00BE5F38"/>
    <w:rsid w:val="00C163F9"/>
    <w:rsid w:val="00C264A6"/>
    <w:rsid w:val="00C41C91"/>
    <w:rsid w:val="00C56357"/>
    <w:rsid w:val="00C57DEE"/>
    <w:rsid w:val="00C65108"/>
    <w:rsid w:val="00C7299B"/>
    <w:rsid w:val="00CB4DC4"/>
    <w:rsid w:val="00CD7BA6"/>
    <w:rsid w:val="00D01B12"/>
    <w:rsid w:val="00DA3181"/>
    <w:rsid w:val="00DD6E17"/>
    <w:rsid w:val="00DE4833"/>
    <w:rsid w:val="00DF7482"/>
    <w:rsid w:val="00E1791A"/>
    <w:rsid w:val="00E2573D"/>
    <w:rsid w:val="00E279E9"/>
    <w:rsid w:val="00E41DAE"/>
    <w:rsid w:val="00E7720D"/>
    <w:rsid w:val="00EA1828"/>
    <w:rsid w:val="00EA6483"/>
    <w:rsid w:val="00EC4BF2"/>
    <w:rsid w:val="00ED0028"/>
    <w:rsid w:val="00EF22F2"/>
    <w:rsid w:val="00F04D8B"/>
    <w:rsid w:val="00F32EA0"/>
    <w:rsid w:val="00F62FD6"/>
    <w:rsid w:val="00FA087D"/>
    <w:rsid w:val="00FC2C3C"/>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fr-FR"/>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fr-FR"/>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fr-FR"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fr-FR"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fr-FR"/>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fr-FR"/>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fr-FR"/>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fr-FR"/>
    </w:rPr>
  </w:style>
  <w:style w:type="character" w:customStyle="1" w:styleId="Heading5Char">
    <w:name w:val="Heading 5 Char"/>
    <w:basedOn w:val="DefaultParagraphFont"/>
    <w:link w:val="Heading5"/>
    <w:rsid w:val="00905A76"/>
    <w:rPr>
      <w:rFonts w:ascii="Verdana" w:eastAsia="Arial" w:hAnsi="Verdana" w:cs="Verdana"/>
      <w:b/>
      <w:lang w:val="fr-FR"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fr-FR"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fr-FR"/>
    </w:rPr>
  </w:style>
  <w:style w:type="character" w:customStyle="1" w:styleId="CommentTextChar">
    <w:name w:val="Comment Text Char"/>
    <w:basedOn w:val="DefaultParagraphFont"/>
    <w:link w:val="CommentText"/>
    <w:uiPriority w:val="99"/>
    <w:rsid w:val="00905A76"/>
    <w:rPr>
      <w:rFonts w:eastAsiaTheme="minorEastAsia"/>
      <w:sz w:val="20"/>
      <w:szCs w:val="20"/>
      <w:lang w:val="fr-FR"/>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fr-FR"/>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fr-FR"/>
    </w:rPr>
  </w:style>
  <w:style w:type="paragraph" w:customStyle="1" w:styleId="Default">
    <w:name w:val="Default"/>
    <w:rsid w:val="00905A76"/>
    <w:pPr>
      <w:widowControl/>
      <w:adjustRightInd w:val="0"/>
    </w:pPr>
    <w:rPr>
      <w:rFonts w:ascii="Arial" w:hAnsi="Arial" w:cs="Arial"/>
      <w:color w:val="000000"/>
      <w:sz w:val="24"/>
      <w:szCs w:val="24"/>
      <w:lang w:val="fr-FR"/>
    </w:rPr>
  </w:style>
  <w:style w:type="table" w:customStyle="1" w:styleId="55">
    <w:name w:val="5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fr-FR"/>
    </w:rPr>
  </w:style>
  <w:style w:type="character" w:customStyle="1" w:styleId="BodytextQAChar">
    <w:name w:val="Body text QA Char"/>
    <w:link w:val="BodytextQA"/>
    <w:rsid w:val="00905A76"/>
    <w:rPr>
      <w:rFonts w:ascii="Times New Roman" w:eastAsia="MS Mincho" w:hAnsi="Times New Roman" w:cs="Angsana New"/>
      <w:sz w:val="24"/>
      <w:szCs w:val="24"/>
      <w:lang w:val="fr-FR"/>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fr-FR"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fr-FR" w:eastAsia="en-PH"/>
    </w:rPr>
  </w:style>
  <w:style w:type="table" w:customStyle="1" w:styleId="1">
    <w:name w:val="1"/>
    <w:basedOn w:val="TableNormal"/>
    <w:rsid w:val="00905A76"/>
    <w:pPr>
      <w:widowControl/>
      <w:autoSpaceDE/>
      <w:autoSpaceDN/>
      <w:spacing w:line="276" w:lineRule="auto"/>
    </w:pPr>
    <w:rPr>
      <w:rFonts w:ascii="Arial" w:eastAsia="Arial" w:hAnsi="Arial" w:cs="Arial"/>
      <w:lang w:val="fr-FR"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fr-FR"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fr-FR"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fr-FR"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fr-FR"/>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fr-FR"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fr-FR"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fr-FR"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fr-FR"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fr-FR"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fr-FR"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fr-FR"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fr-FR"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fr-FR"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fr-FR"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fr-FR"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fr-FR"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fr-FR"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fr-FR"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fr-FR"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fr-FR"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fr-FR"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fr-FR"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fr-FR"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fr-FR"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fr-FR"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fr-FR"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fr-FR"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fr-FR"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fr-FR"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fr-FR"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fr-FR"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fr-FR"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fr-FR"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fr-FR"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fr-FR"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fr-FR" w:eastAsia="en-PH"/>
    </w:rPr>
  </w:style>
  <w:style w:type="paragraph" w:customStyle="1" w:styleId="Normal1">
    <w:name w:val="Normal1"/>
    <w:rsid w:val="00905A76"/>
    <w:pPr>
      <w:widowControl/>
      <w:autoSpaceDE/>
      <w:autoSpaceDN/>
      <w:spacing w:line="256" w:lineRule="auto"/>
    </w:pPr>
    <w:rPr>
      <w:rFonts w:ascii="Calibri" w:eastAsia="Calibri" w:hAnsi="Calibri" w:cs="Calibri"/>
      <w:lang w:val="fr-FR"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fr-FR"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fr-FR"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fr-FR"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fr-FR"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fr-FR"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pPr>
      <w:numPr>
        <w:numId w:val="3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amrote/Documents/IDI/00%202025/IDI%20Word%20template/IDI_%20Word_Template%202025%20updated.dotx" TargetMode="External"/></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7c9ed8fb4872135b3948d913e4fe5f9b">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eff297650e96440fb796b719575e0cdf"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2.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customXml/itemProps3.xml><?xml version="1.0" encoding="utf-8"?>
<ds:datastoreItem xmlns:ds="http://schemas.openxmlformats.org/officeDocument/2006/customXml" ds:itemID="{89613356-14C5-4D4D-AD52-527DD20D1316}"/>
</file>

<file path=customXml/itemProps4.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s>
</ds:datastoreItem>
</file>

<file path=docProps/app.xml><?xml version="1.0" encoding="utf-8"?>
<Properties xmlns="http://schemas.openxmlformats.org/officeDocument/2006/extended-properties" xmlns:vt="http://schemas.openxmlformats.org/officeDocument/2006/docPropsVTypes">
  <Template>IDI_ Word_Template 2025 updated.dotx</Template>
  <TotalTime>4</TotalTime>
  <Pages>2</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Yamrote Alemu</cp:lastModifiedBy>
  <cp:revision>3</cp:revision>
  <dcterms:created xsi:type="dcterms:W3CDTF">2025-09-12T08:27:00Z</dcterms:created>
  <dcterms:modified xsi:type="dcterms:W3CDTF">2025-09-12T08:31:00Z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